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7CD7C" w14:textId="77777777" w:rsidR="002C29DF" w:rsidRDefault="002C29DF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00B4C" w14:paraId="1BAE7C68" w14:textId="77777777" w:rsidTr="00300B4C">
        <w:tc>
          <w:tcPr>
            <w:tcW w:w="9288" w:type="dxa"/>
          </w:tcPr>
          <w:p w14:paraId="79B12391" w14:textId="287A162C" w:rsidR="00300B4C" w:rsidRPr="00300B4C" w:rsidRDefault="00300B4C" w:rsidP="00300B4C">
            <w:pPr>
              <w:widowControl w:val="0"/>
              <w:autoSpaceDE w:val="0"/>
              <w:autoSpaceDN w:val="0"/>
              <w:jc w:val="both"/>
              <w:rPr>
                <w:rFonts w:ascii="Trebuchet MS" w:hAnsi="Trebuchet MS" w:cs="Calibri"/>
                <w:b/>
                <w:bCs/>
                <w:color w:val="002060"/>
                <w:sz w:val="24"/>
                <w:szCs w:val="24"/>
                <w:lang w:bidi="ro-RO"/>
              </w:rPr>
            </w:pPr>
            <w:r w:rsidRPr="00300B4C">
              <w:rPr>
                <w:rFonts w:ascii="Trebuchet MS" w:hAnsi="Trebuchet MS"/>
                <w:b/>
              </w:rPr>
              <w:t>Cod SMIS: 321198</w:t>
            </w:r>
          </w:p>
        </w:tc>
      </w:tr>
      <w:tr w:rsidR="00300B4C" w14:paraId="3D64A11C" w14:textId="77777777" w:rsidTr="00300B4C">
        <w:tc>
          <w:tcPr>
            <w:tcW w:w="9288" w:type="dxa"/>
          </w:tcPr>
          <w:p w14:paraId="0FE77448" w14:textId="5A9CD65F" w:rsidR="00300B4C" w:rsidRPr="00300B4C" w:rsidRDefault="00300B4C" w:rsidP="00300B4C">
            <w:pPr>
              <w:widowControl w:val="0"/>
              <w:autoSpaceDE w:val="0"/>
              <w:autoSpaceDN w:val="0"/>
              <w:jc w:val="both"/>
              <w:rPr>
                <w:rFonts w:ascii="Trebuchet MS" w:hAnsi="Trebuchet MS" w:cs="Calibri"/>
                <w:b/>
                <w:bCs/>
                <w:color w:val="002060"/>
                <w:sz w:val="24"/>
                <w:szCs w:val="24"/>
                <w:lang w:bidi="ro-RO"/>
              </w:rPr>
            </w:pPr>
            <w:r w:rsidRPr="00300B4C">
              <w:rPr>
                <w:rFonts w:ascii="Trebuchet MS" w:hAnsi="Trebuchet MS"/>
                <w:b/>
              </w:rPr>
              <w:t xml:space="preserve">Titlu Project: </w:t>
            </w:r>
            <w:r w:rsidR="007114A7" w:rsidRPr="007114A7">
              <w:rPr>
                <w:rFonts w:ascii="Trebuchet MS" w:hAnsi="Trebuchet MS"/>
                <w:b/>
              </w:rPr>
              <w:t>GAL Sus Râmnicul: Sprijin pentru o dezvoltare sustenabilă și echilibrată a Municipiului Râmnicu Sărat</w:t>
            </w:r>
          </w:p>
        </w:tc>
      </w:tr>
      <w:tr w:rsidR="00300B4C" w14:paraId="131D29D6" w14:textId="77777777" w:rsidTr="00300B4C">
        <w:tc>
          <w:tcPr>
            <w:tcW w:w="9288" w:type="dxa"/>
          </w:tcPr>
          <w:p w14:paraId="5885766D" w14:textId="1010F9BE" w:rsidR="00300B4C" w:rsidRPr="00300B4C" w:rsidRDefault="00300B4C" w:rsidP="00300B4C">
            <w:pPr>
              <w:widowControl w:val="0"/>
              <w:autoSpaceDE w:val="0"/>
              <w:autoSpaceDN w:val="0"/>
              <w:jc w:val="both"/>
              <w:rPr>
                <w:rFonts w:ascii="Trebuchet MS" w:hAnsi="Trebuchet MS" w:cs="Calibri"/>
                <w:b/>
                <w:bCs/>
                <w:color w:val="002060"/>
                <w:sz w:val="24"/>
                <w:szCs w:val="24"/>
                <w:lang w:bidi="ro-RO"/>
              </w:rPr>
            </w:pPr>
            <w:r w:rsidRPr="00300B4C">
              <w:rPr>
                <w:rFonts w:ascii="Trebuchet MS" w:hAnsi="Trebuchet MS"/>
                <w:b/>
              </w:rPr>
              <w:t xml:space="preserve">Apel: </w:t>
            </w:r>
            <w:r w:rsidR="007114A7" w:rsidRPr="007114A7">
              <w:rPr>
                <w:rFonts w:ascii="Trebuchet MS" w:hAnsi="Trebuchet MS"/>
                <w:b/>
              </w:rPr>
              <w:t>PIDS/270/PIDS_P1/OP4/ESO4.11/PIDS_A10 - Sprijin pentru functionarea Grupurilor de actiune locala, managementul Strategiilor de Dezvoltare Locala și evaluarea impactului in comunitate - Regiuni mai putin dezvoltate</w:t>
            </w:r>
          </w:p>
        </w:tc>
      </w:tr>
      <w:tr w:rsidR="00300B4C" w14:paraId="435E8E5F" w14:textId="77777777" w:rsidTr="00300B4C">
        <w:tc>
          <w:tcPr>
            <w:tcW w:w="9288" w:type="dxa"/>
          </w:tcPr>
          <w:p w14:paraId="60DAC258" w14:textId="569D88BF" w:rsidR="00300B4C" w:rsidRPr="00300B4C" w:rsidRDefault="00300B4C" w:rsidP="00300B4C">
            <w:pPr>
              <w:widowControl w:val="0"/>
              <w:autoSpaceDE w:val="0"/>
              <w:autoSpaceDN w:val="0"/>
              <w:jc w:val="both"/>
              <w:rPr>
                <w:rFonts w:ascii="Trebuchet MS" w:hAnsi="Trebuchet MS" w:cs="Calibri"/>
                <w:b/>
                <w:bCs/>
                <w:color w:val="002060"/>
                <w:sz w:val="24"/>
                <w:szCs w:val="24"/>
                <w:lang w:bidi="ro-RO"/>
              </w:rPr>
            </w:pPr>
            <w:r w:rsidRPr="00300B4C">
              <w:rPr>
                <w:rFonts w:ascii="Trebuchet MS" w:hAnsi="Trebuchet MS"/>
                <w:b/>
              </w:rPr>
              <w:t>Program: Program Incluziune și Demnitate Socială</w:t>
            </w:r>
          </w:p>
        </w:tc>
      </w:tr>
      <w:tr w:rsidR="00C97BC6" w14:paraId="2FA0EEF5" w14:textId="77777777" w:rsidTr="00300B4C">
        <w:tc>
          <w:tcPr>
            <w:tcW w:w="9288" w:type="dxa"/>
          </w:tcPr>
          <w:p w14:paraId="41F358C2" w14:textId="344ECEF8" w:rsidR="00C97BC6" w:rsidRPr="00300B4C" w:rsidRDefault="00C97BC6" w:rsidP="00300B4C">
            <w:pPr>
              <w:widowControl w:val="0"/>
              <w:autoSpaceDE w:val="0"/>
              <w:autoSpaceDN w:val="0"/>
              <w:jc w:val="both"/>
              <w:rPr>
                <w:rFonts w:ascii="Trebuchet MS" w:hAnsi="Trebuchet MS"/>
                <w:b/>
              </w:rPr>
            </w:pPr>
            <w:r w:rsidRPr="00C97BC6">
              <w:rPr>
                <w:rFonts w:ascii="Trebuchet MS" w:hAnsi="Trebuchet MS"/>
                <w:b/>
              </w:rPr>
              <w:t>Autoritate AM/OI: OI_PIDS_Organismul Intermediar Regional pentru Programe Europene Capital Uman - Regiunea Sud-Est</w:t>
            </w:r>
          </w:p>
        </w:tc>
      </w:tr>
    </w:tbl>
    <w:p w14:paraId="25B2DD9F" w14:textId="77777777" w:rsidR="002C29DF" w:rsidRDefault="002C29DF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59ECF2DA" w14:textId="77777777" w:rsidR="002C29DF" w:rsidRDefault="002C29DF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4DD8DBD8" w14:textId="378AACF2" w:rsidR="007114A7" w:rsidRPr="003F4605" w:rsidRDefault="003F4605" w:rsidP="003F4605">
      <w:pPr>
        <w:widowControl w:val="0"/>
        <w:autoSpaceDE w:val="0"/>
        <w:autoSpaceDN w:val="0"/>
        <w:jc w:val="right"/>
        <w:rPr>
          <w:rFonts w:ascii="Trebuchet MS" w:hAnsi="Trebuchet MS" w:cs="Calibri"/>
          <w:b/>
          <w:bCs/>
          <w:sz w:val="24"/>
          <w:szCs w:val="24"/>
          <w:lang w:bidi="ro-RO"/>
        </w:rPr>
      </w:pPr>
      <w:r w:rsidRPr="003F4605">
        <w:rPr>
          <w:rFonts w:ascii="Trebuchet MS" w:hAnsi="Trebuchet MS" w:cs="Calibri"/>
          <w:b/>
          <w:bCs/>
          <w:sz w:val="24"/>
          <w:szCs w:val="24"/>
          <w:lang w:bidi="ro-RO"/>
        </w:rPr>
        <w:t>Anexa nr. 1</w:t>
      </w:r>
      <w:r w:rsidR="001F39A7">
        <w:rPr>
          <w:rFonts w:ascii="Trebuchet MS" w:hAnsi="Trebuchet MS" w:cs="Calibri"/>
          <w:b/>
          <w:bCs/>
          <w:sz w:val="24"/>
          <w:szCs w:val="24"/>
          <w:lang w:bidi="ro-RO"/>
        </w:rPr>
        <w:t>1</w:t>
      </w:r>
    </w:p>
    <w:p w14:paraId="1376C570" w14:textId="77777777" w:rsidR="007114A7" w:rsidRDefault="007114A7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4E81169B" w14:textId="77777777" w:rsidR="007114A7" w:rsidRDefault="007114A7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494D05A2" w14:textId="77777777" w:rsidR="007114A7" w:rsidRDefault="007114A7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2ADE0313" w14:textId="77777777" w:rsidR="007114A7" w:rsidRDefault="007114A7" w:rsidP="002C29DF">
      <w:pPr>
        <w:widowControl w:val="0"/>
        <w:autoSpaceDE w:val="0"/>
        <w:autoSpaceDN w:val="0"/>
        <w:jc w:val="center"/>
        <w:rPr>
          <w:rFonts w:cs="Calibri"/>
          <w:b/>
          <w:bCs/>
          <w:color w:val="002060"/>
          <w:sz w:val="24"/>
          <w:szCs w:val="24"/>
          <w:lang w:bidi="ro-RO"/>
        </w:rPr>
      </w:pPr>
    </w:p>
    <w:p w14:paraId="12A012DD" w14:textId="5FBF43C5" w:rsidR="002C29DF" w:rsidRPr="002C29DF" w:rsidRDefault="002C29DF" w:rsidP="002C29DF">
      <w:pPr>
        <w:widowControl w:val="0"/>
        <w:autoSpaceDE w:val="0"/>
        <w:autoSpaceDN w:val="0"/>
        <w:jc w:val="center"/>
        <w:rPr>
          <w:rFonts w:ascii="Trebuchet MS" w:hAnsi="Trebuchet MS" w:cs="Calibri"/>
          <w:b/>
          <w:bCs/>
          <w:sz w:val="24"/>
          <w:szCs w:val="24"/>
          <w:lang w:bidi="ro-RO"/>
        </w:rPr>
      </w:pPr>
      <w:r w:rsidRPr="002C29DF">
        <w:rPr>
          <w:rFonts w:ascii="Trebuchet MS" w:hAnsi="Trebuchet MS" w:cs="Calibri"/>
          <w:b/>
          <w:bCs/>
          <w:sz w:val="24"/>
          <w:szCs w:val="24"/>
          <w:lang w:bidi="ro-RO"/>
        </w:rPr>
        <w:t>ACORD DE MONITORIZARE ASOCIAȚIA – GRUPUL DE ACȚIUNE LOCALĂ SUS RÂMNICUL</w:t>
      </w:r>
    </w:p>
    <w:p w14:paraId="22005ED6" w14:textId="77777777" w:rsidR="002C29DF" w:rsidRPr="002C29DF" w:rsidRDefault="002C29DF" w:rsidP="002C29DF">
      <w:pPr>
        <w:widowControl w:val="0"/>
        <w:autoSpaceDE w:val="0"/>
        <w:autoSpaceDN w:val="0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0342F437" w14:textId="77777777" w:rsidR="002C29DF" w:rsidRPr="002C29DF" w:rsidRDefault="002C29DF" w:rsidP="002C29DF">
      <w:pPr>
        <w:widowControl w:val="0"/>
        <w:autoSpaceDE w:val="0"/>
        <w:autoSpaceDN w:val="0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3A9F857F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Domnule Presedinte,</w:t>
      </w:r>
    </w:p>
    <w:p w14:paraId="14D136BA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392D4308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ind w:firstLine="720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Subsemnatul, ............................... in calitate de reprezentant legal al solicitantului ..................... avand fisa de proiect cu denumirea..................................... pentru obtinerea finantarii din FSE+/FEDR............, ma angajez ca in cazul in care fisa de proiect va fi finanțată să furnizez GAL-ului cel putin următoarele:</w:t>
      </w:r>
    </w:p>
    <w:p w14:paraId="18714BFF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ind w:firstLine="720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4D7D310E" w14:textId="77777777" w:rsidR="002C29DF" w:rsidRPr="002C29DF" w:rsidRDefault="002C29DF" w:rsidP="002C29DF">
      <w:pPr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contractul de finanțare;</w:t>
      </w:r>
    </w:p>
    <w:p w14:paraId="56CFC17F" w14:textId="77777777" w:rsidR="002C29DF" w:rsidRPr="002C29DF" w:rsidRDefault="002C29DF" w:rsidP="002C29DF">
      <w:pPr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informații financiare;</w:t>
      </w:r>
    </w:p>
    <w:p w14:paraId="7B3F160D" w14:textId="77777777" w:rsidR="002C29DF" w:rsidRPr="002C29DF" w:rsidRDefault="002C29DF" w:rsidP="002C29DF">
      <w:pPr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informații despre progresul proiectului;</w:t>
      </w:r>
    </w:p>
    <w:p w14:paraId="3E3DE6A9" w14:textId="77777777" w:rsidR="002C29DF" w:rsidRPr="002C29DF" w:rsidRDefault="002C29DF" w:rsidP="002C29DF">
      <w:pPr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acte aditionale, notificari;</w:t>
      </w:r>
    </w:p>
    <w:p w14:paraId="67C6B77C" w14:textId="77777777" w:rsidR="002C29DF" w:rsidRPr="002C29DF" w:rsidRDefault="002C29DF" w:rsidP="002C29DF">
      <w:pPr>
        <w:widowControl w:val="0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  <w:r w:rsidRPr="002C29DF">
        <w:rPr>
          <w:rFonts w:ascii="Trebuchet MS" w:hAnsi="Trebuchet MS" w:cs="Calibri"/>
          <w:sz w:val="24"/>
          <w:szCs w:val="24"/>
          <w:lang w:bidi="ro-RO"/>
        </w:rPr>
        <w:t>acces la locatiile de implementare;</w:t>
      </w:r>
    </w:p>
    <w:p w14:paraId="4D7A04EF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ind w:left="720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5D1C2C73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jc w:val="both"/>
        <w:rPr>
          <w:rFonts w:ascii="Trebuchet MS" w:hAnsi="Trebuchet MS" w:cs="Calibri"/>
          <w:sz w:val="24"/>
          <w:szCs w:val="24"/>
          <w:lang w:bidi="ro-RO"/>
        </w:rPr>
      </w:pPr>
    </w:p>
    <w:p w14:paraId="1CE219A3" w14:textId="77777777" w:rsidR="002C29DF" w:rsidRPr="002C29DF" w:rsidRDefault="002C29DF" w:rsidP="002C29DF">
      <w:pPr>
        <w:widowControl w:val="0"/>
        <w:autoSpaceDE w:val="0"/>
        <w:autoSpaceDN w:val="0"/>
        <w:spacing w:line="360" w:lineRule="auto"/>
        <w:jc w:val="both"/>
        <w:rPr>
          <w:rFonts w:ascii="Trebuchet MS" w:hAnsi="Trebuchet MS" w:cs="Calibri"/>
          <w:b/>
          <w:bCs/>
          <w:sz w:val="24"/>
          <w:szCs w:val="24"/>
          <w:lang w:bidi="ro-RO"/>
        </w:rPr>
      </w:pPr>
      <w:r w:rsidRPr="002C29DF">
        <w:rPr>
          <w:rFonts w:ascii="Trebuchet MS" w:hAnsi="Trebuchet MS" w:cs="Calibri"/>
          <w:b/>
          <w:bCs/>
          <w:sz w:val="24"/>
          <w:szCs w:val="24"/>
          <w:lang w:bidi="ro-RO"/>
        </w:rPr>
        <w:t xml:space="preserve">Cu stimă, ………………… </w:t>
      </w:r>
    </w:p>
    <w:p w14:paraId="28FE3E3C" w14:textId="77777777" w:rsidR="002C29DF" w:rsidRPr="002C29DF" w:rsidRDefault="002C29DF" w:rsidP="002C29DF">
      <w:pPr>
        <w:widowControl w:val="0"/>
        <w:autoSpaceDE w:val="0"/>
        <w:autoSpaceDN w:val="0"/>
        <w:jc w:val="both"/>
        <w:rPr>
          <w:rFonts w:ascii="Trebuchet MS" w:hAnsi="Trebuchet MS" w:cs="Calibri"/>
          <w:b/>
          <w:bCs/>
          <w:sz w:val="24"/>
          <w:szCs w:val="24"/>
          <w:lang w:bidi="ro-RO"/>
        </w:rPr>
      </w:pPr>
      <w:r w:rsidRPr="002C29DF">
        <w:rPr>
          <w:rFonts w:ascii="Trebuchet MS" w:hAnsi="Trebuchet MS" w:cs="Calibri"/>
          <w:b/>
          <w:bCs/>
          <w:sz w:val="24"/>
          <w:szCs w:val="24"/>
          <w:lang w:bidi="ro-RO"/>
        </w:rPr>
        <w:t>Reprezentant Legal</w:t>
      </w:r>
    </w:p>
    <w:p w14:paraId="3CA64A3B" w14:textId="77777777" w:rsidR="002C29DF" w:rsidRPr="002C29DF" w:rsidRDefault="002C29DF" w:rsidP="002C29DF">
      <w:pPr>
        <w:widowControl w:val="0"/>
        <w:autoSpaceDE w:val="0"/>
        <w:autoSpaceDN w:val="0"/>
        <w:jc w:val="both"/>
        <w:rPr>
          <w:rFonts w:cs="Calibri"/>
          <w:b/>
          <w:color w:val="002060"/>
          <w:sz w:val="22"/>
          <w:szCs w:val="22"/>
          <w:lang w:bidi="ro-RO"/>
        </w:rPr>
      </w:pPr>
    </w:p>
    <w:p w14:paraId="5C71CC70" w14:textId="77777777" w:rsidR="002F4E43" w:rsidRDefault="002F4E43" w:rsidP="00873EAB">
      <w:pPr>
        <w:jc w:val="both"/>
        <w:rPr>
          <w:rFonts w:ascii="Arial" w:eastAsia="Trebuchet MS" w:hAnsi="Arial"/>
          <w:b/>
          <w:sz w:val="12"/>
          <w:szCs w:val="12"/>
        </w:rPr>
      </w:pPr>
    </w:p>
    <w:sectPr w:rsidR="002F4E43" w:rsidSect="00967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17DF6" w14:textId="77777777" w:rsidR="00875807" w:rsidRDefault="00875807" w:rsidP="00AB1717">
      <w:r>
        <w:separator/>
      </w:r>
    </w:p>
  </w:endnote>
  <w:endnote w:type="continuationSeparator" w:id="0">
    <w:p w14:paraId="1B2E2D21" w14:textId="77777777" w:rsidR="00875807" w:rsidRDefault="00875807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9EF3" w14:textId="77777777" w:rsidR="006D3E37" w:rsidRDefault="006D3E3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668F" w14:textId="54E2573C" w:rsidR="004720E3" w:rsidRDefault="00DC1D81" w:rsidP="00B7047E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851460" wp14:editId="26EEB2C8">
          <wp:simplePos x="0" y="0"/>
          <wp:positionH relativeFrom="column">
            <wp:posOffset>5653925</wp:posOffset>
          </wp:positionH>
          <wp:positionV relativeFrom="paragraph">
            <wp:posOffset>-410210</wp:posOffset>
          </wp:positionV>
          <wp:extent cx="604911" cy="604911"/>
          <wp:effectExtent l="0" t="0" r="0" b="0"/>
          <wp:wrapNone/>
          <wp:docPr id="442774048" name="Picture 442774048" descr="A close-up of a bad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74048" name="Picture 442774048" descr="A close-up of a bad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11" cy="60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3204CF" wp14:editId="00AA2BBE">
          <wp:simplePos x="0" y="0"/>
          <wp:positionH relativeFrom="column">
            <wp:posOffset>3371985</wp:posOffset>
          </wp:positionH>
          <wp:positionV relativeFrom="paragraph">
            <wp:posOffset>-430530</wp:posOffset>
          </wp:positionV>
          <wp:extent cx="2236470" cy="599440"/>
          <wp:effectExtent l="0" t="0" r="0" b="0"/>
          <wp:wrapNone/>
          <wp:docPr id="1980981081" name="Picture 2" descr="A red and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981081" name="Picture 2" descr="A red and 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7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93389" w14:textId="77777777" w:rsidR="006D3E37" w:rsidRDefault="006D3E3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162B" w14:textId="77777777" w:rsidR="00875807" w:rsidRDefault="00875807" w:rsidP="00AB1717">
      <w:r>
        <w:separator/>
      </w:r>
    </w:p>
  </w:footnote>
  <w:footnote w:type="continuationSeparator" w:id="0">
    <w:p w14:paraId="2986C21F" w14:textId="77777777" w:rsidR="00875807" w:rsidRDefault="00875807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0CA1" w14:textId="4E270407" w:rsidR="006D3E37" w:rsidRDefault="006D3E3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07E3" w14:textId="49D260B7" w:rsidR="002B656B" w:rsidRDefault="002B656B" w:rsidP="002B656B">
    <w:pPr>
      <w:pStyle w:val="Antet"/>
    </w:pPr>
  </w:p>
  <w:p w14:paraId="5C37BB1D" w14:textId="110B62EA" w:rsidR="00B36A1D" w:rsidRDefault="002B656B" w:rsidP="002B656B">
    <w:pPr>
      <w:pStyle w:val="Antet"/>
    </w:pPr>
    <w:r w:rsidRPr="0016289B">
      <w:rPr>
        <w:rFonts w:ascii="Trebuchet MS" w:hAnsi="Trebuchet MS"/>
        <w:noProof/>
        <w:color w:val="002060"/>
      </w:rPr>
      <w:drawing>
        <wp:inline distT="0" distB="0" distL="0" distR="0" wp14:anchorId="34F31BE4" wp14:editId="6D81C7E7">
          <wp:extent cx="2453489" cy="514800"/>
          <wp:effectExtent l="0" t="0" r="0" b="6350"/>
          <wp:docPr id="1138322314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22314" name="Picture 1" descr="Blue text on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489045" cy="522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137E">
      <w:t xml:space="preserve">                </w:t>
    </w:r>
    <w:r>
      <w:tab/>
    </w:r>
    <w:r w:rsidRPr="0016289B">
      <w:rPr>
        <w:rFonts w:ascii="Trebuchet MS" w:hAnsi="Trebuchet MS"/>
        <w:noProof/>
        <w:color w:val="002060"/>
        <w:sz w:val="24"/>
        <w:szCs w:val="24"/>
      </w:rPr>
      <w:drawing>
        <wp:inline distT="0" distB="0" distL="0" distR="0" wp14:anchorId="353DEEDA" wp14:editId="2400F830">
          <wp:extent cx="611354" cy="606582"/>
          <wp:effectExtent l="0" t="0" r="0" b="3175"/>
          <wp:docPr id="113832231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4"/>
                  <pic:cNvPicPr>
                    <a:picLocks noChangeAspect="1"/>
                  </pic:cNvPicPr>
                </pic:nvPicPr>
                <pic:blipFill rotWithShape="1">
                  <a:blip r:embed="rId2"/>
                  <a:srcRect l="3008" t="12909" r="71337" b="8182"/>
                  <a:stretch/>
                </pic:blipFill>
                <pic:spPr bwMode="auto">
                  <a:xfrm>
                    <a:off x="0" y="0"/>
                    <a:ext cx="630157" cy="625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71699" w14:textId="21337548" w:rsidR="006D3E37" w:rsidRDefault="006D3E3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43FA0"/>
    <w:multiLevelType w:val="hybridMultilevel"/>
    <w:tmpl w:val="3E769B80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B043E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AB705A"/>
    <w:multiLevelType w:val="hybridMultilevel"/>
    <w:tmpl w:val="D94A8AFA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739DB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4" w15:restartNumberingAfterBreak="0">
    <w:nsid w:val="3369024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C76CB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BD21C79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CD5748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6C3F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AF43A15"/>
    <w:multiLevelType w:val="hybridMultilevel"/>
    <w:tmpl w:val="F8846E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F4792"/>
    <w:multiLevelType w:val="hybridMultilevel"/>
    <w:tmpl w:val="DF487B4C"/>
    <w:lvl w:ilvl="0" w:tplc="EC1C7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00F3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7A16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D4BCD"/>
    <w:multiLevelType w:val="multilevel"/>
    <w:tmpl w:val="185C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D2265C"/>
    <w:multiLevelType w:val="hybridMultilevel"/>
    <w:tmpl w:val="23142D96"/>
    <w:lvl w:ilvl="0" w:tplc="45424A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0294C"/>
    <w:multiLevelType w:val="multilevel"/>
    <w:tmpl w:val="05A253F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C933492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17" w15:restartNumberingAfterBreak="0">
    <w:nsid w:val="5D432A57"/>
    <w:multiLevelType w:val="hybridMultilevel"/>
    <w:tmpl w:val="A112C510"/>
    <w:lvl w:ilvl="0" w:tplc="BEA694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86C28"/>
    <w:multiLevelType w:val="hybridMultilevel"/>
    <w:tmpl w:val="7EFAB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0640C"/>
    <w:multiLevelType w:val="hybridMultilevel"/>
    <w:tmpl w:val="844275B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E01C8"/>
    <w:multiLevelType w:val="multilevel"/>
    <w:tmpl w:val="6A12A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1" w15:restartNumberingAfterBreak="0">
    <w:nsid w:val="79B61F89"/>
    <w:multiLevelType w:val="multilevel"/>
    <w:tmpl w:val="4EB85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22" w15:restartNumberingAfterBreak="0">
    <w:nsid w:val="7B2F03AE"/>
    <w:multiLevelType w:val="multilevel"/>
    <w:tmpl w:val="C62864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18"/>
      </w:rPr>
    </w:lvl>
  </w:abstractNum>
  <w:num w:numId="1" w16cid:durableId="443840998">
    <w:abstractNumId w:val="6"/>
  </w:num>
  <w:num w:numId="2" w16cid:durableId="1443299692">
    <w:abstractNumId w:val="5"/>
  </w:num>
  <w:num w:numId="3" w16cid:durableId="1475099567">
    <w:abstractNumId w:val="21"/>
  </w:num>
  <w:num w:numId="4" w16cid:durableId="428700544">
    <w:abstractNumId w:val="16"/>
  </w:num>
  <w:num w:numId="5" w16cid:durableId="2145925138">
    <w:abstractNumId w:val="20"/>
  </w:num>
  <w:num w:numId="6" w16cid:durableId="909776505">
    <w:abstractNumId w:val="22"/>
  </w:num>
  <w:num w:numId="7" w16cid:durableId="347754031">
    <w:abstractNumId w:val="3"/>
  </w:num>
  <w:num w:numId="8" w16cid:durableId="2901759">
    <w:abstractNumId w:val="1"/>
  </w:num>
  <w:num w:numId="9" w16cid:durableId="1974289439">
    <w:abstractNumId w:val="13"/>
  </w:num>
  <w:num w:numId="10" w16cid:durableId="2118134637">
    <w:abstractNumId w:val="19"/>
  </w:num>
  <w:num w:numId="11" w16cid:durableId="1657412554">
    <w:abstractNumId w:val="18"/>
  </w:num>
  <w:num w:numId="12" w16cid:durableId="924457908">
    <w:abstractNumId w:val="7"/>
  </w:num>
  <w:num w:numId="13" w16cid:durableId="1335960261">
    <w:abstractNumId w:val="11"/>
  </w:num>
  <w:num w:numId="14" w16cid:durableId="475685495">
    <w:abstractNumId w:val="4"/>
  </w:num>
  <w:num w:numId="15" w16cid:durableId="1851025339">
    <w:abstractNumId w:val="12"/>
  </w:num>
  <w:num w:numId="16" w16cid:durableId="354158710">
    <w:abstractNumId w:val="14"/>
  </w:num>
  <w:num w:numId="17" w16cid:durableId="981345534">
    <w:abstractNumId w:val="8"/>
  </w:num>
  <w:num w:numId="18" w16cid:durableId="1878392981">
    <w:abstractNumId w:val="2"/>
  </w:num>
  <w:num w:numId="19" w16cid:durableId="784926288">
    <w:abstractNumId w:val="10"/>
  </w:num>
  <w:num w:numId="20" w16cid:durableId="21126956">
    <w:abstractNumId w:val="0"/>
  </w:num>
  <w:num w:numId="21" w16cid:durableId="387462626">
    <w:abstractNumId w:val="17"/>
  </w:num>
  <w:num w:numId="22" w16cid:durableId="11325547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09719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07E"/>
    <w:rsid w:val="00004E4F"/>
    <w:rsid w:val="00004F90"/>
    <w:rsid w:val="000050A0"/>
    <w:rsid w:val="00011D23"/>
    <w:rsid w:val="00024147"/>
    <w:rsid w:val="00062B55"/>
    <w:rsid w:val="000969E1"/>
    <w:rsid w:val="000C0B43"/>
    <w:rsid w:val="000C1CD2"/>
    <w:rsid w:val="000C2E11"/>
    <w:rsid w:val="000D427A"/>
    <w:rsid w:val="000E2DE4"/>
    <w:rsid w:val="000F3DAC"/>
    <w:rsid w:val="000F4924"/>
    <w:rsid w:val="001156D5"/>
    <w:rsid w:val="001267CC"/>
    <w:rsid w:val="001452F6"/>
    <w:rsid w:val="00152FC5"/>
    <w:rsid w:val="00166119"/>
    <w:rsid w:val="00171DB5"/>
    <w:rsid w:val="00185C81"/>
    <w:rsid w:val="00191E36"/>
    <w:rsid w:val="001948AF"/>
    <w:rsid w:val="001977E6"/>
    <w:rsid w:val="001B24B0"/>
    <w:rsid w:val="001B5AC2"/>
    <w:rsid w:val="001C24E7"/>
    <w:rsid w:val="001C7BE7"/>
    <w:rsid w:val="001E0C13"/>
    <w:rsid w:val="001E122F"/>
    <w:rsid w:val="001E65EA"/>
    <w:rsid w:val="001F39A7"/>
    <w:rsid w:val="0022780B"/>
    <w:rsid w:val="0023057F"/>
    <w:rsid w:val="002305FC"/>
    <w:rsid w:val="00242874"/>
    <w:rsid w:val="00246A92"/>
    <w:rsid w:val="00253AFC"/>
    <w:rsid w:val="002633C5"/>
    <w:rsid w:val="002704A5"/>
    <w:rsid w:val="0027348F"/>
    <w:rsid w:val="00274D36"/>
    <w:rsid w:val="00277580"/>
    <w:rsid w:val="00284469"/>
    <w:rsid w:val="002A5BAF"/>
    <w:rsid w:val="002B656B"/>
    <w:rsid w:val="002C1977"/>
    <w:rsid w:val="002C29DF"/>
    <w:rsid w:val="002D37DF"/>
    <w:rsid w:val="002E226E"/>
    <w:rsid w:val="002E2DAE"/>
    <w:rsid w:val="002F4E43"/>
    <w:rsid w:val="00300B4C"/>
    <w:rsid w:val="00303EDC"/>
    <w:rsid w:val="00317F5E"/>
    <w:rsid w:val="00336B6C"/>
    <w:rsid w:val="003700DE"/>
    <w:rsid w:val="003B196B"/>
    <w:rsid w:val="003B21BC"/>
    <w:rsid w:val="003F33D6"/>
    <w:rsid w:val="003F4605"/>
    <w:rsid w:val="003F4720"/>
    <w:rsid w:val="0040230B"/>
    <w:rsid w:val="004131A7"/>
    <w:rsid w:val="00417706"/>
    <w:rsid w:val="00423B15"/>
    <w:rsid w:val="00435098"/>
    <w:rsid w:val="004455A6"/>
    <w:rsid w:val="00455D6E"/>
    <w:rsid w:val="004720E3"/>
    <w:rsid w:val="00474D39"/>
    <w:rsid w:val="004914E6"/>
    <w:rsid w:val="0049310D"/>
    <w:rsid w:val="0049780E"/>
    <w:rsid w:val="004A5097"/>
    <w:rsid w:val="004A76F4"/>
    <w:rsid w:val="004B1B52"/>
    <w:rsid w:val="004C57A1"/>
    <w:rsid w:val="004C70E4"/>
    <w:rsid w:val="004D3E97"/>
    <w:rsid w:val="004D4B19"/>
    <w:rsid w:val="004E340F"/>
    <w:rsid w:val="005101EF"/>
    <w:rsid w:val="00536D15"/>
    <w:rsid w:val="005639BE"/>
    <w:rsid w:val="00574D74"/>
    <w:rsid w:val="00577F50"/>
    <w:rsid w:val="00581C53"/>
    <w:rsid w:val="00590816"/>
    <w:rsid w:val="00596831"/>
    <w:rsid w:val="0061421D"/>
    <w:rsid w:val="0061699E"/>
    <w:rsid w:val="00620682"/>
    <w:rsid w:val="00625175"/>
    <w:rsid w:val="00634285"/>
    <w:rsid w:val="006450A4"/>
    <w:rsid w:val="00655CDB"/>
    <w:rsid w:val="00661684"/>
    <w:rsid w:val="0066392D"/>
    <w:rsid w:val="00664EF3"/>
    <w:rsid w:val="0067399A"/>
    <w:rsid w:val="00677E42"/>
    <w:rsid w:val="006823AE"/>
    <w:rsid w:val="0069346B"/>
    <w:rsid w:val="006B0206"/>
    <w:rsid w:val="006D3E37"/>
    <w:rsid w:val="006D53E3"/>
    <w:rsid w:val="006F664F"/>
    <w:rsid w:val="00706CD6"/>
    <w:rsid w:val="007114A7"/>
    <w:rsid w:val="00722A18"/>
    <w:rsid w:val="007963A1"/>
    <w:rsid w:val="00797878"/>
    <w:rsid w:val="007B1A6E"/>
    <w:rsid w:val="007D3B7F"/>
    <w:rsid w:val="007D43FF"/>
    <w:rsid w:val="007F472F"/>
    <w:rsid w:val="007F6E96"/>
    <w:rsid w:val="008058D7"/>
    <w:rsid w:val="00810814"/>
    <w:rsid w:val="00816E71"/>
    <w:rsid w:val="00842048"/>
    <w:rsid w:val="0084536E"/>
    <w:rsid w:val="008561B2"/>
    <w:rsid w:val="00862CDE"/>
    <w:rsid w:val="00873EAB"/>
    <w:rsid w:val="00875807"/>
    <w:rsid w:val="00883758"/>
    <w:rsid w:val="00895E23"/>
    <w:rsid w:val="008A61AC"/>
    <w:rsid w:val="008B72EA"/>
    <w:rsid w:val="008B77B4"/>
    <w:rsid w:val="008E0C51"/>
    <w:rsid w:val="008E63D8"/>
    <w:rsid w:val="008F6CEC"/>
    <w:rsid w:val="0090650D"/>
    <w:rsid w:val="00911266"/>
    <w:rsid w:val="009373D2"/>
    <w:rsid w:val="0094137E"/>
    <w:rsid w:val="009467C9"/>
    <w:rsid w:val="00946A4B"/>
    <w:rsid w:val="0096791D"/>
    <w:rsid w:val="00982A81"/>
    <w:rsid w:val="00993E70"/>
    <w:rsid w:val="009C2901"/>
    <w:rsid w:val="009C6745"/>
    <w:rsid w:val="009D2A92"/>
    <w:rsid w:val="009E02AD"/>
    <w:rsid w:val="009F1612"/>
    <w:rsid w:val="009F33CB"/>
    <w:rsid w:val="00A1029C"/>
    <w:rsid w:val="00A24FE4"/>
    <w:rsid w:val="00A52E2A"/>
    <w:rsid w:val="00A56880"/>
    <w:rsid w:val="00A70C85"/>
    <w:rsid w:val="00A912B8"/>
    <w:rsid w:val="00A972CE"/>
    <w:rsid w:val="00AA01CB"/>
    <w:rsid w:val="00AA0560"/>
    <w:rsid w:val="00AA15B7"/>
    <w:rsid w:val="00AB06C0"/>
    <w:rsid w:val="00AB1717"/>
    <w:rsid w:val="00AE2029"/>
    <w:rsid w:val="00AF1D17"/>
    <w:rsid w:val="00AF2A9F"/>
    <w:rsid w:val="00B04D68"/>
    <w:rsid w:val="00B13ED0"/>
    <w:rsid w:val="00B36A1D"/>
    <w:rsid w:val="00B37718"/>
    <w:rsid w:val="00B51687"/>
    <w:rsid w:val="00B62728"/>
    <w:rsid w:val="00B63E9F"/>
    <w:rsid w:val="00B65F0D"/>
    <w:rsid w:val="00B6761B"/>
    <w:rsid w:val="00B7047E"/>
    <w:rsid w:val="00B74BD1"/>
    <w:rsid w:val="00B9717F"/>
    <w:rsid w:val="00BA73DE"/>
    <w:rsid w:val="00BB3C88"/>
    <w:rsid w:val="00BD685A"/>
    <w:rsid w:val="00C01500"/>
    <w:rsid w:val="00C063D5"/>
    <w:rsid w:val="00C17FE2"/>
    <w:rsid w:val="00C20414"/>
    <w:rsid w:val="00C229A9"/>
    <w:rsid w:val="00C352B1"/>
    <w:rsid w:val="00C35E30"/>
    <w:rsid w:val="00C36209"/>
    <w:rsid w:val="00C46F12"/>
    <w:rsid w:val="00C616B0"/>
    <w:rsid w:val="00C65A41"/>
    <w:rsid w:val="00C736C1"/>
    <w:rsid w:val="00C7407E"/>
    <w:rsid w:val="00C862A5"/>
    <w:rsid w:val="00C92405"/>
    <w:rsid w:val="00C97BC6"/>
    <w:rsid w:val="00CA4F72"/>
    <w:rsid w:val="00CB0768"/>
    <w:rsid w:val="00CC2348"/>
    <w:rsid w:val="00CE2837"/>
    <w:rsid w:val="00CE2F0E"/>
    <w:rsid w:val="00CF38E2"/>
    <w:rsid w:val="00CF5E33"/>
    <w:rsid w:val="00D05936"/>
    <w:rsid w:val="00D165BD"/>
    <w:rsid w:val="00D17FE9"/>
    <w:rsid w:val="00D433DB"/>
    <w:rsid w:val="00D456D1"/>
    <w:rsid w:val="00D66A9D"/>
    <w:rsid w:val="00D718CF"/>
    <w:rsid w:val="00D73098"/>
    <w:rsid w:val="00D84BC4"/>
    <w:rsid w:val="00D96760"/>
    <w:rsid w:val="00DC1D81"/>
    <w:rsid w:val="00DE0F7F"/>
    <w:rsid w:val="00DE713F"/>
    <w:rsid w:val="00DE7670"/>
    <w:rsid w:val="00DF5A39"/>
    <w:rsid w:val="00E12D75"/>
    <w:rsid w:val="00E24884"/>
    <w:rsid w:val="00E249CC"/>
    <w:rsid w:val="00E27C98"/>
    <w:rsid w:val="00E3347B"/>
    <w:rsid w:val="00E43133"/>
    <w:rsid w:val="00E52DFE"/>
    <w:rsid w:val="00E80237"/>
    <w:rsid w:val="00E85404"/>
    <w:rsid w:val="00EA6A7D"/>
    <w:rsid w:val="00EB2922"/>
    <w:rsid w:val="00EC532B"/>
    <w:rsid w:val="00ED5DBE"/>
    <w:rsid w:val="00EF6BCB"/>
    <w:rsid w:val="00F06498"/>
    <w:rsid w:val="00F07C75"/>
    <w:rsid w:val="00F3710D"/>
    <w:rsid w:val="00F37E6B"/>
    <w:rsid w:val="00F41978"/>
    <w:rsid w:val="00F57B39"/>
    <w:rsid w:val="00F62A6A"/>
    <w:rsid w:val="00F76BC2"/>
    <w:rsid w:val="00F810E6"/>
    <w:rsid w:val="00F91312"/>
    <w:rsid w:val="00F92D5B"/>
    <w:rsid w:val="00FA77D7"/>
    <w:rsid w:val="00FE1614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A3B5E8"/>
  <w15:docId w15:val="{98B8222B-4BBE-4B5E-B067-A3374E10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customStyle="1" w:styleId="Default">
    <w:name w:val="Default"/>
    <w:rsid w:val="0067399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Accentuat">
    <w:name w:val="Emphasis"/>
    <w:basedOn w:val="Fontdeparagrafimplicit"/>
    <w:uiPriority w:val="20"/>
    <w:qFormat/>
    <w:rsid w:val="0067399A"/>
    <w:rPr>
      <w:i/>
      <w:iCs/>
    </w:rPr>
  </w:style>
  <w:style w:type="character" w:styleId="Robust">
    <w:name w:val="Strong"/>
    <w:basedOn w:val="Fontdeparagrafimplicit"/>
    <w:uiPriority w:val="22"/>
    <w:qFormat/>
    <w:rsid w:val="00722A18"/>
    <w:rPr>
      <w:b/>
      <w:bCs/>
    </w:rPr>
  </w:style>
  <w:style w:type="paragraph" w:styleId="Listparagraf">
    <w:name w:val="List Paragraph"/>
    <w:basedOn w:val="Normal"/>
    <w:uiPriority w:val="34"/>
    <w:qFormat/>
    <w:rsid w:val="0049310D"/>
    <w:pPr>
      <w:ind w:left="720"/>
      <w:contextualSpacing/>
    </w:pPr>
  </w:style>
  <w:style w:type="table" w:styleId="Tabelgril">
    <w:name w:val="Table Grid"/>
    <w:basedOn w:val="TabelNormal"/>
    <w:uiPriority w:val="39"/>
    <w:rsid w:val="007D4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ist6Colorat-Accentuare51">
    <w:name w:val="Tabel listă 6 Colorat - Accentuare 51"/>
    <w:basedOn w:val="TabelNormal"/>
    <w:uiPriority w:val="51"/>
    <w:rsid w:val="007D43F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ist6Colorat1">
    <w:name w:val="Tabel listă 6 Colorat1"/>
    <w:basedOn w:val="TabelNormal"/>
    <w:uiPriority w:val="51"/>
    <w:rsid w:val="007D43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gril1Luminos-Accentuare11">
    <w:name w:val="Tabel grilă 1 Luminos - Accentuare 11"/>
    <w:basedOn w:val="TabelNormal"/>
    <w:uiPriority w:val="46"/>
    <w:rsid w:val="008E0C5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Fontdeparagrafimplicit"/>
    <w:uiPriority w:val="99"/>
    <w:unhideWhenUsed/>
    <w:rsid w:val="00AB06C0"/>
    <w:rPr>
      <w:color w:val="0563C1" w:themeColor="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50A0"/>
    <w:rPr>
      <w:color w:val="605E5C"/>
      <w:shd w:val="clear" w:color="auto" w:fill="E1DFDD"/>
    </w:rPr>
  </w:style>
  <w:style w:type="table" w:customStyle="1" w:styleId="Tabellist6Colorat-Accentuare11">
    <w:name w:val="Tabel listă 6 Colorat - Accentuare 11"/>
    <w:basedOn w:val="TabelNormal"/>
    <w:uiPriority w:val="51"/>
    <w:rsid w:val="002D37DF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04D68"/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04D68"/>
    <w:rPr>
      <w:rFonts w:cs="Arial"/>
    </w:rPr>
  </w:style>
  <w:style w:type="character" w:styleId="Referinnotdesubsol">
    <w:name w:val="footnote reference"/>
    <w:basedOn w:val="Fontdeparagrafimplicit"/>
    <w:uiPriority w:val="99"/>
    <w:semiHidden/>
    <w:unhideWhenUsed/>
    <w:rsid w:val="00B04D68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C29D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C2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101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72199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260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24292">
          <w:marLeft w:val="183"/>
          <w:marRight w:val="1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912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3C3C-57B4-4830-B63B-DAE2EB6A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8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Admin Admin</cp:lastModifiedBy>
  <cp:revision>7</cp:revision>
  <cp:lastPrinted>2023-11-01T11:22:00Z</cp:lastPrinted>
  <dcterms:created xsi:type="dcterms:W3CDTF">2025-06-24T09:18:00Z</dcterms:created>
  <dcterms:modified xsi:type="dcterms:W3CDTF">2025-07-24T12:05:00Z</dcterms:modified>
</cp:coreProperties>
</file>